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C32" w:rsidRDefault="00184C32" w:rsidP="004C226E">
      <w:pPr>
        <w:pStyle w:val="NormalWeb"/>
      </w:pPr>
      <w:bookmarkStart w:id="0" w:name="MapleAutoBookmark1"/>
      <w:r>
        <w:rPr>
          <w:rStyle w:val="Strong"/>
          <w:color w:val="000000"/>
        </w:rPr>
        <w:t>Example 3.6</w:t>
      </w:r>
      <w:r>
        <w:t> </w:t>
      </w:r>
    </w:p>
    <w:p w:rsidR="00184C32" w:rsidRDefault="00184C32" w:rsidP="004C226E">
      <w:pPr>
        <w:pStyle w:val="NormalWeb"/>
      </w:pPr>
      <w:r>
        <w:rPr>
          <w:color w:val="000000"/>
        </w:rPr>
        <w:t>Equation (3.19) can be solved below by finding the matrizant in the manner described above.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848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restart: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2529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with(linalg):with(plots):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66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N:=2;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2" style="width:28.5pt;height:9.75pt">
                  <v:imagedata r:id="rId4" r:href="rId5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p w:rsidR="00184C32" w:rsidRDefault="00184C32" w:rsidP="004C226E">
      <w:pPr>
        <w:pStyle w:val="NormalWeb"/>
      </w:pPr>
      <w:r>
        <w:rPr>
          <w:color w:val="000000"/>
        </w:rPr>
        <w:t>For brevity, only four terms are used for calculating the matrizant in this example.  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106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nvars:=4;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26" type="#_x0000_t75" alt="4" style="width:43.5pt;height:9.75pt">
                  <v:imagedata r:id="rId6" r:href="rId7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(2)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435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Eq:=1/x*diff(x*diff(c(x),x),x)=phi^2*c(x);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27" type="#_x0000_t75" alt="`/`(`*`(`+`(diff(c(x), x), `*`(x, `*`(diff(diff(c(x), x), x))))), `*`(x)) = `*`(`^`(phi, 2), `*`(c(x)))" style="width:170.25pt;height:36.75pt">
                  <v:imagedata r:id="rId8" r:href="rId9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(3)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p w:rsidR="00184C32" w:rsidRDefault="00184C32" w:rsidP="004C226E">
      <w:pPr>
        <w:pStyle w:val="NormalWeb"/>
      </w:pPr>
      <w:r>
        <w:rPr>
          <w:color w:val="000000"/>
        </w:rPr>
        <w:t>Enter the A matrix (equation 3.22).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3478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A:=matrix(2,2,[0,1/x,phi^2*x,0]);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28" type="#_x0000_t75" alt="`:=`(A, Typesetting:-mfenced(Typesetting:-mrow(Typesetting:-mtable(Typesetting:-mtr(Typesetting:-mtd(Typesetting:-mn(" style="width:68.25pt;height:46.5pt">
                  <v:imagedata r:id="rId10" r:href="rId11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(4)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260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Y0:=matrix(2,1,[c[1],0]);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29" type="#_x0000_t75" alt="`:=`(Y0, Typesetting:-mfenced(Typesetting:-mrow(Typesetting:-mtable(Typesetting:-mtr(Typesetting:-mtd(Typesetting:-msub(Typesetting:-mverbatim(" style="width:48.75pt;height:33.75pt">
                  <v:imagedata r:id="rId12" r:href="rId13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(5)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3429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id:=Matrix(N,N,shape=identity);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30" type="#_x0000_t75" alt="Typesetting:-mrow(Typesetting:-mverbatim(" style="width:54pt;height:30.75pt">
                  <v:imagedata r:id="rId14" r:href="rId15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(6)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3774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X1:=matrix(N,N);X2:=matrix(N,N);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gridAfter w:val="1"/>
          <w:wAfter w:w="387" w:type="dxa"/>
          <w:tblCellSpacing w:w="15" w:type="dxa"/>
          <w:jc w:val="center"/>
        </w:trPr>
        <w:tc>
          <w:tcPr>
            <w:tcW w:w="0" w:type="auto"/>
          </w:tcPr>
          <w:p w:rsidR="00184C32" w:rsidRDefault="00184C32">
            <w:r>
              <w:rPr>
                <w:color w:val="0000FF"/>
              </w:rPr>
              <w:pict>
                <v:shape id="_x0000_i1031" type="#_x0000_t75" alt="array( 1 .. 2, 1 .. 2, [ ] )" style="width:105.75pt;height:9.75pt">
                  <v:imagedata r:id="rId16" r:href="rId17"/>
                </v:shape>
              </w:pict>
            </w:r>
            <w:r>
              <w:t xml:space="preserve">  </w:t>
            </w:r>
          </w:p>
          <w:p w:rsidR="00184C32" w:rsidRDefault="00184C32"/>
        </w:tc>
      </w:tr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32" type="#_x0000_t75" alt="array( 1 .. 2, 1 .. 2, [ ] )" style="width:105.75pt;height:9.75pt">
                  <v:imagedata r:id="rId18" r:href="rId19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(7)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4532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X1:=map(int,subs(x=x1,evalm(A)),x1=0..x);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33" type="#_x0000_t75" alt="`:=`(X1, Typesetting:-mfenced(Typesetting:-mrow(Typesetting:-mtable(Typesetting:-mtr(Typesetting:-mtd(Typesetting:-mn(" style="width:87.75pt;height:42pt">
                  <v:imagedata r:id="rId20" r:href="rId21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(8)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p w:rsidR="00184C32" w:rsidRDefault="00184C32" w:rsidP="004C226E">
      <w:pPr>
        <w:pStyle w:val="NormalWeb"/>
      </w:pPr>
      <w:r>
        <w:rPr>
          <w:color w:val="000000"/>
        </w:rPr>
        <w:t>To avoid the singularity, in X1,  integrate from x0 to x and later find the limit as x0 goes to zero.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7436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X1:=map(int,subs(x=x1,evalm(A)),x1=x0..x)assuming x&gt;0,x0&gt;=0,x&gt;=x0;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34" type="#_x0000_t75" alt="`:=`(X1, Typesetting:-mfenced(Typesetting:-mrow(Typesetting:-mtable(Typesetting:-mtr(Typesetting:-mtd(Typesetting:-mn(" style="width:174.75pt;height:42pt">
                  <v:imagedata r:id="rId22" r:href="rId23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(9)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247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mat := evalm(id + X1) 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35" type="#_x0000_t75" alt="`:=`(mat, Typesetting:-mfenced(Typesetting:-mrow(Typesetting:-mtable(Typesetting:-mtr(Typesetting:-mtd(Typesetting:-mn(" style="width:178.5pt;height:42pt">
                  <v:imagedata r:id="rId24" r:href="rId25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(10)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6582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 xml:space="preserve">for i from 2 to nvars do </w:t>
            </w:r>
            <w:r>
              <w:rPr>
                <w:rFonts w:ascii="monospace" w:hAnsi="monospace"/>
                <w:b/>
                <w:bCs/>
                <w:color w:val="FF0000"/>
              </w:rPr>
              <w:br/>
            </w:r>
            <w:r>
              <w:rPr>
                <w:rStyle w:val="Strong"/>
                <w:rFonts w:ascii="monospace" w:hAnsi="monospace"/>
                <w:color w:val="FF0000"/>
              </w:rPr>
              <w:t xml:space="preserve">S:=evalm( subs(x=x1,evalm(A))&amp;*subs(x=x1,evalm(X1)) ):X2:= </w:t>
            </w:r>
            <w:r>
              <w:rPr>
                <w:rFonts w:ascii="monospace" w:hAnsi="monospace"/>
                <w:b/>
                <w:bCs/>
                <w:color w:val="FF0000"/>
              </w:rPr>
              <w:br/>
            </w:r>
            <w:r>
              <w:rPr>
                <w:rStyle w:val="Strong"/>
                <w:rFonts w:ascii="monospace" w:hAnsi="monospace"/>
                <w:color w:val="FF0000"/>
              </w:rPr>
              <w:t xml:space="preserve">map(int,S,x1=x0..x):mat := evalm(mat +X2) : </w:t>
            </w:r>
            <w:r>
              <w:rPr>
                <w:rFonts w:ascii="monospace" w:hAnsi="monospace"/>
                <w:b/>
                <w:bCs/>
                <w:color w:val="FF0000"/>
              </w:rPr>
              <w:br/>
            </w:r>
            <w:r>
              <w:rPr>
                <w:rStyle w:val="Strong"/>
                <w:rFonts w:ascii="monospace" w:hAnsi="monospace"/>
                <w:color w:val="FF0000"/>
              </w:rPr>
              <w:t xml:space="preserve">X1:=evalm(X2):od : 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4112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evalm(mat)assuming x&gt;0,x0&gt;=0,x&gt;=x0;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36" type="#_x0000_t75" alt="Typesetting:-mfenced(Typesetting:-mrow(Typesetting:-mtable(Typesetting:-mtr(Typesetting:-mtd(Typesetting:-mrow(Typesetting:-mn(" style="width:6in;height:21pt">
                  <v:imagedata r:id="rId26" r:href="rId27"/>
                </v:shape>
              </w:pict>
            </w:r>
            <w:r>
              <w:rPr>
                <w:color w:val="0000FF"/>
              </w:rPr>
              <w:br/>
            </w:r>
            <w:r>
              <w:rPr>
                <w:color w:val="0000FF"/>
              </w:rPr>
              <w:pict>
                <v:shape id="_x0000_i1037" type="#_x0000_t75" alt="Typesetting:-mfenced(Typesetting:-mrow(Typesetting:-mtable(Typesetting:-mtr(Typesetting:-mtd(Typesetting:-mrow(Typesetting:-mn(" style="width:6in;height:21pt">
                  <v:imagedata r:id="rId28" r:href="rId29"/>
                </v:shape>
              </w:pict>
            </w:r>
            <w:r>
              <w:rPr>
                <w:color w:val="0000FF"/>
              </w:rPr>
              <w:br/>
            </w:r>
            <w:r>
              <w:rPr>
                <w:color w:val="0000FF"/>
              </w:rPr>
              <w:pict>
                <v:shape id="_x0000_i1038" type="#_x0000_t75" alt="Typesetting:-mfenced(Typesetting:-mrow(Typesetting:-mtable(Typesetting:-mtr(Typesetting:-mtd(Typesetting:-mrow(Typesetting:-mn(" style="width:6in;height:21pt">
                  <v:imagedata r:id="rId30" r:href="rId31"/>
                </v:shape>
              </w:pict>
            </w:r>
            <w:r>
              <w:rPr>
                <w:color w:val="0000FF"/>
              </w:rPr>
              <w:br/>
            </w:r>
            <w:r>
              <w:rPr>
                <w:color w:val="0000FF"/>
              </w:rPr>
              <w:pict>
                <v:shape id="_x0000_i1039" type="#_x0000_t75" alt="Typesetting:-mfenced(Typesetting:-mrow(Typesetting:-mtable(Typesetting:-mtr(Typesetting:-mtd(Typesetting:-mrow(Typesetting:-mn(" style="width:6in;height:21pt">
                  <v:imagedata r:id="rId32" r:href="rId33"/>
                </v:shape>
              </w:pict>
            </w:r>
            <w:r>
              <w:rPr>
                <w:color w:val="0000FF"/>
              </w:rPr>
              <w:br/>
            </w:r>
            <w:r>
              <w:rPr>
                <w:color w:val="0000FF"/>
              </w:rPr>
              <w:pict>
                <v:shape id="_x0000_i1040" type="#_x0000_t75" alt="Typesetting:-mfenced(Typesetting:-mrow(Typesetting:-mtable(Typesetting:-mtr(Typesetting:-mtd(Typesetting:-mrow(Typesetting:-mn(" style="width:6in;height:21pt">
                  <v:imagedata r:id="rId34" r:href="rId35"/>
                </v:shape>
              </w:pict>
            </w:r>
            <w:r>
              <w:rPr>
                <w:color w:val="0000FF"/>
              </w:rPr>
              <w:br/>
            </w:r>
            <w:r>
              <w:rPr>
                <w:color w:val="0000FF"/>
              </w:rPr>
              <w:pict>
                <v:shape id="_x0000_i1041" type="#_x0000_t75" alt="Typesetting:-mfenced(Typesetting:-mrow(Typesetting:-mtable(Typesetting:-mtr(Typesetting:-mtd(Typesetting:-mrow(Typesetting:-mn(" style="width:6in;height:21pt">
                  <v:imagedata r:id="rId36" r:href="rId37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(11)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2438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sol:=evalm(mat&amp;*Y0);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42" type="#_x0000_t75" alt="`:=`(sol, Typesetting:-mfenced(Typesetting:-mrow(Typesetting:-mtable(Typesetting:-mtr(Typesetting:-mtd(Typesetting:-mrow(Typesetting:-mfenced(Typesetting:-mverbatim(" style="width:390pt;height:102pt">
                  <v:imagedata r:id="rId38" r:href="rId39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(12)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128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C:=sol[1,1];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43" type="#_x0000_t75" alt="`*`(`+`(1, int(`+`(`/`(`*`(`/`(1, 2), `*`(`^`(phi, 2), `*`(`+`(`*`(`^`(x1, 2)), `-`(`*`(`^`(x0, 2))))))), `*`(x1))), x1 = x0 .. x), int(`/`(`*`(int(`*`(`^`(phi, 2), `*`(x1, `*`(int(`+`(`/`(`*`(`/`(1, ..." style="width:371.25pt;height:54.75pt">
                  <v:imagedata r:id="rId40" r:href="rId41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(13)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2099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dCdx:=1/x*sol[2,1];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44" type="#_x0000_t75" alt="`/`(`*`(`+`(`*`(`/`(1, 2), `*`(`^`(phi, 2), `*`(`+`(`*`(`^`(x, 2)), `-`(`*`(`^`(x0, 2))))))), int(`*`(`^`(phi, 2), `*`(x1, `*`(int(`+`(`/`(`*`(`/`(1, 2), `*`(`^`(phi, 2), `*`(`+`(`*`(`^`(x1, 2)), `-`(..." style="width:303.75pt;height:47.25pt">
                  <v:imagedata r:id="rId42" r:href="rId43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(14)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p w:rsidR="00184C32" w:rsidRDefault="00184C32" w:rsidP="004C226E">
      <w:pPr>
        <w:pStyle w:val="NormalWeb"/>
      </w:pPr>
      <w:r>
        <w:rPr>
          <w:color w:val="000000"/>
        </w:rPr>
        <w:t>To find c1 apply the boundary condition at x=1: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5630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bc2:=eval(subs(x=1,C))=1 assuming x&gt;0,x0&gt;=0,x&gt;=x0;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gridAfter w:val="1"/>
          <w:wAfter w:w="387" w:type="dxa"/>
          <w:tblCellSpacing w:w="15" w:type="dxa"/>
        </w:trPr>
        <w:tc>
          <w:tcPr>
            <w:tcW w:w="0" w:type="auto"/>
          </w:tcPr>
          <w:p w:rsidR="00184C32" w:rsidRDefault="00184C32">
            <w:r>
              <w:rPr>
                <w:rFonts w:ascii="monospace" w:hAnsi="monospace"/>
                <w:color w:val="0000FF"/>
                <w:sz w:val="20"/>
                <w:szCs w:val="20"/>
              </w:rPr>
              <w:t>Warning, unable to determine if 0 is between x0 and x1; try to use assumptions or set _EnvAllSolutions to true</w:t>
            </w:r>
            <w:r>
              <w:t xml:space="preserve">  </w:t>
            </w:r>
          </w:p>
          <w:p w:rsidR="00184C32" w:rsidRDefault="00184C32"/>
        </w:tc>
      </w:tr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45" type="#_x0000_t75" alt="`*`(`+`(1, `-`(`*`(`/`(1, 4), `*`(`^`(phi, 2), `*`(`^`(x0, 2))))), `*`(`/`(1, 2), `*`(`^`(phi, 2), `*`(ln(x0), `*`(`^`(x0, 2))))), `*`(`/`(1, 4), `*`(`^`(phi, 2))), `*`(`/`(1, 16), `*`(`^`(phi, 4), `*..." style="width:6in;height:21pt">
                  <v:imagedata r:id="rId44" r:href="rId45"/>
                </v:shape>
              </w:pict>
            </w:r>
            <w:r>
              <w:rPr>
                <w:color w:val="0000FF"/>
              </w:rPr>
              <w:br/>
            </w:r>
            <w:r>
              <w:rPr>
                <w:color w:val="0000FF"/>
              </w:rPr>
              <w:pict>
                <v:shape id="_x0000_i1046" type="#_x0000_t75" alt="`*`(`+`(1, `-`(`*`(`/`(1, 4), `*`(`^`(phi, 2), `*`(`^`(x0, 2))))), `*`(`/`(1, 2), `*`(`^`(phi, 2), `*`(ln(x0), `*`(`^`(x0, 2))))), `*`(`/`(1, 4), `*`(`^`(phi, 2))), `*`(`/`(1, 16), `*`(`^`(phi, 4), `*..." style="width:6in;height:21pt">
                  <v:imagedata r:id="rId46" r:href="rId47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(15)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2231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c[1]:=solve(bc2,c[1]);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47" type="#_x0000_t75" alt="`+`(`/`(`*`(64), `*`(`+`(64, `-`(`*`(16, `*`(`^`(phi, 2), `*`(`^`(x0, 2))))), `*`(32, `*`(`^`(phi, 2), `*`(ln(x0), `*`(`^`(x0, 2))))), `*`(16, `*`(`^`(phi, 2))), `*`(4, `*`(`^`(phi, 4), `*`(`^`(x0, 4)..." style="width:427.5pt;height:25.5pt">
                  <v:imagedata r:id="rId48" r:href="rId49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(16)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1292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C:=eval(C);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gridAfter w:val="1"/>
          <w:wAfter w:w="387" w:type="dxa"/>
          <w:tblCellSpacing w:w="15" w:type="dxa"/>
        </w:trPr>
        <w:tc>
          <w:tcPr>
            <w:tcW w:w="0" w:type="auto"/>
          </w:tcPr>
          <w:p w:rsidR="00184C32" w:rsidRDefault="00184C32">
            <w:r>
              <w:rPr>
                <w:rFonts w:ascii="monospace" w:hAnsi="monospace"/>
                <w:color w:val="0000FF"/>
                <w:sz w:val="20"/>
                <w:szCs w:val="20"/>
              </w:rPr>
              <w:t>Warning, unable to determine if 0 is between x0 and x; try to use assumptions or set _EnvAllSolutions to true</w:t>
            </w:r>
            <w:r>
              <w:t xml:space="preserve">  </w:t>
            </w:r>
          </w:p>
          <w:p w:rsidR="00184C32" w:rsidRDefault="00184C32"/>
        </w:tc>
      </w:tr>
      <w:tr w:rsidR="00184C32" w:rsidTr="004C226E">
        <w:trPr>
          <w:gridAfter w:val="1"/>
          <w:wAfter w:w="387" w:type="dxa"/>
          <w:tblCellSpacing w:w="15" w:type="dxa"/>
        </w:trPr>
        <w:tc>
          <w:tcPr>
            <w:tcW w:w="0" w:type="auto"/>
          </w:tcPr>
          <w:p w:rsidR="00184C32" w:rsidRDefault="00184C32">
            <w:r>
              <w:rPr>
                <w:rFonts w:ascii="monospace" w:hAnsi="monospace"/>
                <w:color w:val="0000FF"/>
                <w:sz w:val="20"/>
                <w:szCs w:val="20"/>
              </w:rPr>
              <w:t>Warning, unable to determine if 0 is between x0 and x1; try to use assumptions or set _EnvAllSolutions to true</w:t>
            </w:r>
            <w:r>
              <w:t xml:space="preserve">  </w:t>
            </w:r>
          </w:p>
          <w:p w:rsidR="00184C32" w:rsidRDefault="00184C32"/>
        </w:tc>
      </w:tr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48" type="#_x0000_t75" alt="`+`(`/`(`*`(64, `*`(`+`(1, int(`+`(`/`(`*`(`/`(1, 2), `*`(`^`(phi, 2), `*`(`+`(`*`(`^`(x1, 2)), `-`(`*`(`^`(x0, 2))))))), `*`(x1))), x1 = x0 .. x), int(`/`(`*`(int(`*`(`^`(phi, 2), `*`(x1, `*`(int(`+`..." style="width:426pt;height:70.5pt">
                  <v:imagedata r:id="rId50" r:href="rId51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(17)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p w:rsidR="00184C32" w:rsidRDefault="00184C32" w:rsidP="004C226E">
      <w:pPr>
        <w:pStyle w:val="NormalWeb"/>
      </w:pPr>
      <w:r>
        <w:rPr>
          <w:color w:val="000000"/>
        </w:rPr>
        <w:t>Now apply the limit command for x0.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9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/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Fonts w:ascii="monospace" w:hAnsi="monospace"/>
                <w:color w:val="0000FF"/>
                <w:sz w:val="20"/>
                <w:szCs w:val="20"/>
              </w:rPr>
              <w:t>Warning, premature end of input, use &lt;Shift&gt; + &lt;Enter&gt; to avoid this message.</w: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191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C:=limit(C,x0=0);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49" type="#_x0000_t75" alt="`/`(`*`(`+`(64, `*`(16, `*`(`^`(phi, 2), `*`(`^`(x, 2)))), `*`(`^`(phi, 4), `*`(`^`(x, 4))))), `*`(`+`(64, `*`(16, `*`(`^`(phi, 2))), `*`(`^`(phi, 4)))))" style="width:110.25pt;height:30pt">
                  <v:imagedata r:id="rId52" r:href="rId53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(18)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p w:rsidR="00184C32" w:rsidRDefault="00184C32" w:rsidP="004C226E">
      <w:pPr>
        <w:pStyle w:val="NormalWeb"/>
      </w:pPr>
      <w:r>
        <w:rPr>
          <w:color w:val="000000"/>
        </w:rPr>
        <w:t>Divide both numerator and denominator by 64.  (Note when different values of 'nvars' are used, this number has to be changed accordingly.)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194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n1:=numer(C)/64;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50" type="#_x0000_t75" alt="`+`(1, `*`(`/`(1, 4), `*`(`^`(phi, 2), `*`(`^`(x, 2)))), `*`(`/`(1, 64), `*`(`^`(phi, 4), `*`(`^`(x, 4)))))" style="width:121.5pt;height:21pt">
                  <v:imagedata r:id="rId54" r:href="rId55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(19)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1959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d1:=denom(C)/64;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51" type="#_x0000_t75" alt="`+`(1, `*`(`/`(1, 4), `*`(`^`(phi, 2))), `*`(`/`(1, 64), `*`(`^`(phi, 4))))" style="width:102pt;height:21pt">
                  <v:imagedata r:id="rId56" r:href="rId57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(20)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1119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C:=n1/d1;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52" type="#_x0000_t75" alt="`/`(`*`(`+`(1, `*`(`/`(1, 4), `*`(`^`(phi, 2), `*`(`^`(x, 2)))), `*`(`/`(1, 64), `*`(`^`(phi, 4), `*`(`^`(x, 4)))))), `*`(`+`(1, `*`(`/`(1, 4), `*`(`^`(phi, 2))), `*`(`/`(1, 64), `*`(`^`(phi, 4))))))" style="width:124.5pt;height:43.5pt">
                  <v:imagedata r:id="rId58" r:href="rId59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(21)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p w:rsidR="00184C32" w:rsidRDefault="00184C32" w:rsidP="004C226E">
      <w:pPr>
        <w:pStyle w:val="NormalWeb"/>
      </w:pPr>
      <w:r>
        <w:rPr>
          <w:color w:val="000000"/>
        </w:rPr>
        <w:t>One can verify that both the numerator and the denominator of C are modified Bessel functions of the order zero by using Maple.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2702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series(BesselI(0,phi*x),x);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53" type="#_x0000_t75" alt="series(`+`(1, `*`(`*`(`/`(1, 4), `*`(`^`(phi, 2))), `*`(`^`(x, 2))), `*`(`*`(`/`(1, 64), `*`(`^`(phi, 4))), `*`(`^`(x, 4))))+O(`^`(x, 6)),x,6)" style="width:137.25pt;height:21pt">
                  <v:imagedata r:id="rId60" r:href="rId61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(22)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267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series(BesselI(0,phi),phi);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54" type="#_x0000_t75" alt="series(`+`(1, `*`(`/`(1, 4), `*`(`^`(phi, 2))), `*`(`/`(1, 64), `*`(`^`(phi, 4))))+O(`^`(phi, 6)),phi,6)" style="width:118.5pt;height:21pt">
                  <v:imagedata r:id="rId62" r:href="rId63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(23)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p w:rsidR="00184C32" w:rsidRDefault="00184C32" w:rsidP="004C226E">
      <w:pPr>
        <w:pStyle w:val="NormalWeb"/>
      </w:pPr>
      <w:r>
        <w:rPr>
          <w:color w:val="000000"/>
        </w:rPr>
        <w:t xml:space="preserve">Next, plots can be obtained by substituting the parameters for the Thiele modulus </w:t>
      </w:r>
      <w:r>
        <w:rPr>
          <w:color w:val="000000"/>
        </w:rPr>
        <w:pict>
          <v:shape id="_x0000_i1055" type="#_x0000_t75" alt="Typesetting:-mrow(Typesetting:-mi(" style="width:10.5pt;height:12pt">
            <v:imagedata r:id="rId64" r:href="rId65"/>
          </v:shape>
        </w:pict>
      </w:r>
      <w:r>
        <w:rPr>
          <w:color w:val="000000"/>
        </w:rPr>
        <w:t>.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194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pars:=[0.1,1,2,10];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56" type="#_x0000_t75" alt="[.1, 1, 2, 10]" style="width:85.5pt;height:9.75pt">
                  <v:imagedata r:id="rId66" r:href="rId67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(24)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3018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clr:=[red,green,blue,brown];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FF"/>
              </w:rPr>
              <w:pict>
                <v:shape id="_x0000_i1057" type="#_x0000_t75" alt="[red, green, blue, brown]" style="width:120pt;height:9.75pt">
                  <v:imagedata r:id="rId68" r:href="rId69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  <w:r>
              <w:t>(25)</w:t>
            </w: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6769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for i to 4 do p[i]:=plot(subs(phi=pars[i],C),x=0..1,color=clr[i]):od: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8601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pt[1]:=textplot([0.1,evalf(subs(</w:t>
            </w:r>
            <w:smartTag w:uri="isiresearchsoft-com/cwyw" w:element="citation">
              <w:r>
                <w:rPr>
                  <w:rStyle w:val="Strong"/>
                  <w:rFonts w:ascii="monospace" w:hAnsi="monospace"/>
                  <w:color w:val="FF0000"/>
                </w:rPr>
                <w:t>{x=0.1,phi=pars[1]}</w:t>
              </w:r>
            </w:smartTag>
            <w:r>
              <w:rPr>
                <w:rStyle w:val="Strong"/>
                <w:rFonts w:ascii="monospace" w:hAnsi="monospace"/>
                <w:color w:val="FF0000"/>
              </w:rPr>
              <w:t xml:space="preserve">,C)),'phi=pars[1]'], align=below): </w:t>
            </w:r>
            <w:r>
              <w:rPr>
                <w:rFonts w:ascii="monospace" w:hAnsi="monospace"/>
                <w:b/>
                <w:bCs/>
                <w:color w:val="FF0000"/>
              </w:rPr>
              <w:br/>
            </w:r>
            <w:r>
              <w:rPr>
                <w:rStyle w:val="Strong"/>
                <w:rFonts w:ascii="monospace" w:hAnsi="monospace"/>
                <w:color w:val="FF0000"/>
              </w:rPr>
              <w:t>pt[2]:=textplot([0.4,evalf(subs(</w:t>
            </w:r>
            <w:smartTag w:uri="isiresearchsoft-com/cwyw" w:element="citation">
              <w:r>
                <w:rPr>
                  <w:rStyle w:val="Strong"/>
                  <w:rFonts w:ascii="monospace" w:hAnsi="monospace"/>
                  <w:color w:val="FF0000"/>
                </w:rPr>
                <w:t>{x=.4,phi=pars[2]}</w:t>
              </w:r>
            </w:smartTag>
            <w:r>
              <w:rPr>
                <w:rStyle w:val="Strong"/>
                <w:rFonts w:ascii="monospace" w:hAnsi="monospace"/>
                <w:color w:val="FF0000"/>
              </w:rPr>
              <w:t xml:space="preserve">,C)),'phi=pars[2]'],align=below): </w:t>
            </w:r>
            <w:r>
              <w:rPr>
                <w:rFonts w:ascii="monospace" w:hAnsi="monospace"/>
                <w:b/>
                <w:bCs/>
                <w:color w:val="FF0000"/>
              </w:rPr>
              <w:br/>
            </w:r>
            <w:r>
              <w:rPr>
                <w:rStyle w:val="Strong"/>
                <w:rFonts w:ascii="monospace" w:hAnsi="monospace"/>
                <w:color w:val="FF0000"/>
              </w:rPr>
              <w:t>pt[3]:=textplot([0.5,evalf(subs(</w:t>
            </w:r>
            <w:smartTag w:uri="isiresearchsoft-com/cwyw" w:element="citation">
              <w:r>
                <w:rPr>
                  <w:rStyle w:val="Strong"/>
                  <w:rFonts w:ascii="monospace" w:hAnsi="monospace"/>
                  <w:color w:val="FF0000"/>
                </w:rPr>
                <w:t>{x=.5,phi=pars[3]}</w:t>
              </w:r>
            </w:smartTag>
            <w:r>
              <w:rPr>
                <w:rStyle w:val="Strong"/>
                <w:rFonts w:ascii="monospace" w:hAnsi="monospace"/>
                <w:color w:val="FF0000"/>
              </w:rPr>
              <w:t xml:space="preserve">,C)),'phi=pars[3]'],align=below): </w:t>
            </w:r>
            <w:r>
              <w:rPr>
                <w:rFonts w:ascii="monospace" w:hAnsi="monospace"/>
                <w:b/>
                <w:bCs/>
                <w:color w:val="FF0000"/>
              </w:rPr>
              <w:br/>
            </w:r>
            <w:r>
              <w:rPr>
                <w:rStyle w:val="Strong"/>
                <w:rFonts w:ascii="monospace" w:hAnsi="monospace"/>
                <w:color w:val="FF0000"/>
              </w:rPr>
              <w:t>pt[4]:=textplot([0.8,evalf(subs(</w:t>
            </w:r>
            <w:smartTag w:uri="isiresearchsoft-com/cwyw" w:element="citation">
              <w:r>
                <w:rPr>
                  <w:rStyle w:val="Strong"/>
                  <w:rFonts w:ascii="monospace" w:hAnsi="monospace"/>
                  <w:color w:val="FF0000"/>
                </w:rPr>
                <w:t>{x=0.8,phi=pars[4]}</w:t>
              </w:r>
            </w:smartTag>
            <w:r>
              <w:rPr>
                <w:rStyle w:val="Strong"/>
                <w:rFonts w:ascii="monospace" w:hAnsi="monospace"/>
                <w:color w:val="FF0000"/>
              </w:rPr>
              <w:t>,C)),'phi=pars[4]'],align=below):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9238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>
            <w:r>
              <w:rPr>
                <w:rStyle w:val="Strong"/>
                <w:rFonts w:ascii="monospace" w:hAnsi="monospace"/>
                <w:color w:val="FF0000"/>
              </w:rPr>
              <w:t>display(</w:t>
            </w:r>
            <w:smartTag w:uri="isiresearchsoft-com/cwyw" w:element="citation">
              <w:r>
                <w:rPr>
                  <w:rStyle w:val="Strong"/>
                  <w:rFonts w:ascii="monospace" w:hAnsi="monospace"/>
                  <w:color w:val="FF0000"/>
                </w:rPr>
                <w:t>{seq(p[i],i=1..4),seq(pt[i],i=1..4)}</w:t>
              </w:r>
            </w:smartTag>
            <w:r>
              <w:rPr>
                <w:rStyle w:val="Strong"/>
                <w:rFonts w:ascii="monospace" w:hAnsi="monospace"/>
                <w:color w:val="FF0000"/>
              </w:rPr>
              <w:t>,axes=boxed,thickness=3,title="Figure Exp. 3.1.8.",labels=[x,"C"]);</w:t>
            </w:r>
          </w:p>
        </w:tc>
      </w:tr>
    </w:tbl>
    <w:p w:rsidR="00184C32" w:rsidRDefault="00184C32" w:rsidP="004C226E">
      <w:pPr>
        <w:pStyle w:val="NormalWeb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7"/>
        <w:gridCol w:w="513"/>
      </w:tblGrid>
      <w:tr w:rsidR="00184C32" w:rsidTr="004C226E">
        <w:trPr>
          <w:tblCellSpacing w:w="15" w:type="dxa"/>
          <w:jc w:val="center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color w:val="000000"/>
              </w:rPr>
              <w:pict>
                <v:shape id="_x0000_i1058" type="#_x0000_t75" alt="Plot_2d" style="width:300pt;height:300pt">
                  <v:imagedata r:id="rId70" r:href="rId71"/>
                </v:shape>
              </w:pict>
            </w:r>
          </w:p>
        </w:tc>
        <w:tc>
          <w:tcPr>
            <w:tcW w:w="250" w:type="pct"/>
            <w:vAlign w:val="center"/>
          </w:tcPr>
          <w:p w:rsidR="00184C32" w:rsidRDefault="00184C32">
            <w:pPr>
              <w:jc w:val="center"/>
            </w:pPr>
          </w:p>
        </w:tc>
      </w:tr>
    </w:tbl>
    <w:p w:rsidR="00184C32" w:rsidRDefault="00184C32" w:rsidP="004C226E">
      <w:pPr>
        <w:pStyle w:val="NormalWeb"/>
        <w:jc w:val="center"/>
      </w:pPr>
      <w:r>
        <w:t> </w:t>
      </w:r>
    </w:p>
    <w:p w:rsidR="00184C32" w:rsidRDefault="00184C32" w:rsidP="004C226E">
      <w:pPr>
        <w:pStyle w:val="NormalWeb"/>
      </w:pPr>
      <w:r>
        <w:rPr>
          <w:color w:val="000000"/>
        </w:rPr>
        <w:t xml:space="preserve">For  higher values of </w:t>
      </w:r>
      <w:r>
        <w:rPr>
          <w:color w:val="000000"/>
        </w:rPr>
        <w:pict>
          <v:shape id="_x0000_i1059" type="#_x0000_t75" alt="Typesetting:-mrow(Typesetting:-mi(" style="width:10.5pt;height:12pt">
            <v:imagedata r:id="rId64" r:href="rId72"/>
          </v:shape>
        </w:pict>
      </w:r>
      <w:r>
        <w:rPr>
          <w:color w:val="000000"/>
        </w:rPr>
        <w:t>, more terms (nvars) in the matrizant series solution are needed for higher accuracy.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2"/>
        <w:gridCol w:w="95"/>
      </w:tblGrid>
      <w:tr w:rsidR="00184C32" w:rsidTr="004C226E">
        <w:trPr>
          <w:tblCellSpacing w:w="15" w:type="dxa"/>
        </w:trPr>
        <w:tc>
          <w:tcPr>
            <w:tcW w:w="0" w:type="auto"/>
          </w:tcPr>
          <w:p w:rsidR="00184C32" w:rsidRDefault="00184C32">
            <w:pPr>
              <w:jc w:val="center"/>
            </w:pPr>
            <w:r>
              <w:rPr>
                <w:rStyle w:val="Strong"/>
                <w:rFonts w:ascii="monospace" w:hAnsi="monospace"/>
                <w:color w:val="FF0000"/>
              </w:rPr>
              <w:t xml:space="preserve">&gt; </w:t>
            </w:r>
          </w:p>
        </w:tc>
        <w:tc>
          <w:tcPr>
            <w:tcW w:w="0" w:type="auto"/>
          </w:tcPr>
          <w:p w:rsidR="00184C32" w:rsidRDefault="00184C32"/>
        </w:tc>
      </w:tr>
    </w:tbl>
    <w:p w:rsidR="00184C32" w:rsidRDefault="00184C32" w:rsidP="004C226E">
      <w:pPr>
        <w:pStyle w:val="NormalWeb"/>
      </w:pPr>
      <w:r>
        <w:t>  </w:t>
      </w:r>
    </w:p>
    <w:bookmarkEnd w:id="0"/>
    <w:p w:rsidR="00184C32" w:rsidRDefault="00184C32"/>
    <w:sectPr w:rsidR="00184C32" w:rsidSect="004C22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spa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26E"/>
    <w:rsid w:val="00184C32"/>
    <w:rsid w:val="004C226E"/>
    <w:rsid w:val="005F7E78"/>
    <w:rsid w:val="00C2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isiresearchsoft-com/cwyw" w:name="citat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C226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4C226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6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images/Example3.6%20Rev%201_5.gif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image" Target="images/Example3.6%20Rev%201_18.gif" TargetMode="External"/><Relationship Id="rId21" Type="http://schemas.openxmlformats.org/officeDocument/2006/relationships/image" Target="images/Example3.6%20Rev%201_9.gif" TargetMode="External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image" Target="images/Example3.6%20Rev%201_22.gif" TargetMode="External"/><Relationship Id="rId50" Type="http://schemas.openxmlformats.org/officeDocument/2006/relationships/image" Target="media/image24.png"/><Relationship Id="rId55" Type="http://schemas.openxmlformats.org/officeDocument/2006/relationships/image" Target="images/Example3.6%20Rev%201_26.gif" TargetMode="External"/><Relationship Id="rId63" Type="http://schemas.openxmlformats.org/officeDocument/2006/relationships/image" Target="images/Example3.6%20Rev%201_30.gif" TargetMode="External"/><Relationship Id="rId68" Type="http://schemas.openxmlformats.org/officeDocument/2006/relationships/image" Target="media/image33.png"/><Relationship Id="rId7" Type="http://schemas.openxmlformats.org/officeDocument/2006/relationships/image" Target="images/Example3.6%20Rev%201_2.gif" TargetMode="External"/><Relationship Id="rId71" Type="http://schemas.openxmlformats.org/officeDocument/2006/relationships/image" Target="images/Example3.6%20Rev%201_34.gi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image" Target="images/Example3.6%20Rev%201_13.gif" TargetMode="External"/><Relationship Id="rId11" Type="http://schemas.openxmlformats.org/officeDocument/2006/relationships/image" Target="images/Example3.6%20Rev%201_4.gif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image" Target="images/Example3.6%20Rev%201_17.gif" TargetMode="External"/><Relationship Id="rId40" Type="http://schemas.openxmlformats.org/officeDocument/2006/relationships/image" Target="media/image19.png"/><Relationship Id="rId45" Type="http://schemas.openxmlformats.org/officeDocument/2006/relationships/image" Target="images/Example3.6%20Rev%201_21.gif" TargetMode="External"/><Relationship Id="rId53" Type="http://schemas.openxmlformats.org/officeDocument/2006/relationships/image" Target="images/Example3.6%20Rev%201_25.gif" TargetMode="External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74" Type="http://schemas.openxmlformats.org/officeDocument/2006/relationships/theme" Target="theme/theme1.xml"/><Relationship Id="rId5" Type="http://schemas.openxmlformats.org/officeDocument/2006/relationships/image" Target="images/Example3.6%20Rev%201_1.gif" TargetMode="External"/><Relationship Id="rId15" Type="http://schemas.openxmlformats.org/officeDocument/2006/relationships/image" Target="images/Example3.6%20Rev%201_6.gif" TargetMode="External"/><Relationship Id="rId23" Type="http://schemas.openxmlformats.org/officeDocument/2006/relationships/image" Target="images/Example3.6%20Rev%201_10.gif" TargetMode="Externa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image" Target="images/Example3.6%20Rev%201_23.gif" TargetMode="External"/><Relationship Id="rId57" Type="http://schemas.openxmlformats.org/officeDocument/2006/relationships/image" Target="images/Example3.6%20Rev%201_27.gif" TargetMode="External"/><Relationship Id="rId61" Type="http://schemas.openxmlformats.org/officeDocument/2006/relationships/image" Target="images/Example3.6%20Rev%201_29.gif" TargetMode="External"/><Relationship Id="rId10" Type="http://schemas.openxmlformats.org/officeDocument/2006/relationships/image" Target="media/image4.png"/><Relationship Id="rId19" Type="http://schemas.openxmlformats.org/officeDocument/2006/relationships/image" Target="images/Example3.6%20Rev%201_8.gif" TargetMode="External"/><Relationship Id="rId31" Type="http://schemas.openxmlformats.org/officeDocument/2006/relationships/image" Target="images/Example3.6%20Rev%201_14.gif" TargetMode="External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60" Type="http://schemas.openxmlformats.org/officeDocument/2006/relationships/image" Target="media/image29.png"/><Relationship Id="rId65" Type="http://schemas.openxmlformats.org/officeDocument/2006/relationships/image" Target="images/Example3.6%20Rev%201_31.gif" TargetMode="External"/><Relationship Id="rId73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images/Example3.6%20Rev%201_3.gif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images/Example3.6%20Rev%201_12.gif" TargetMode="External"/><Relationship Id="rId30" Type="http://schemas.openxmlformats.org/officeDocument/2006/relationships/image" Target="media/image14.png"/><Relationship Id="rId35" Type="http://schemas.openxmlformats.org/officeDocument/2006/relationships/image" Target="images/Example3.6%20Rev%201_16.gif" TargetMode="External"/><Relationship Id="rId43" Type="http://schemas.openxmlformats.org/officeDocument/2006/relationships/image" Target="images/Example3.6%20Rev%201_20.gif" TargetMode="External"/><Relationship Id="rId48" Type="http://schemas.openxmlformats.org/officeDocument/2006/relationships/image" Target="media/image23.png"/><Relationship Id="rId56" Type="http://schemas.openxmlformats.org/officeDocument/2006/relationships/image" Target="media/image27.png"/><Relationship Id="rId64" Type="http://schemas.openxmlformats.org/officeDocument/2006/relationships/image" Target="media/image31.png"/><Relationship Id="rId69" Type="http://schemas.openxmlformats.org/officeDocument/2006/relationships/image" Target="images/Example3.6%20Rev%201_33.gif" TargetMode="External"/><Relationship Id="rId8" Type="http://schemas.openxmlformats.org/officeDocument/2006/relationships/image" Target="media/image3.png"/><Relationship Id="rId51" Type="http://schemas.openxmlformats.org/officeDocument/2006/relationships/image" Target="images/Example3.6%20Rev%201_24.gif" TargetMode="External"/><Relationship Id="rId72" Type="http://schemas.openxmlformats.org/officeDocument/2006/relationships/image" Target="images/Example3.6%20Rev%201_35.gif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images/Example3.6%20Rev%201_7.gif" TargetMode="External"/><Relationship Id="rId25" Type="http://schemas.openxmlformats.org/officeDocument/2006/relationships/image" Target="images/Example3.6%20Rev%201_11.gif" TargetMode="External"/><Relationship Id="rId33" Type="http://schemas.openxmlformats.org/officeDocument/2006/relationships/image" Target="images/Example3.6%20Rev%201_15.gif" TargetMode="External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59" Type="http://schemas.openxmlformats.org/officeDocument/2006/relationships/image" Target="images/Example3.6%20Rev%201_28.gif" TargetMode="External"/><Relationship Id="rId67" Type="http://schemas.openxmlformats.org/officeDocument/2006/relationships/image" Target="images/Example3.6%20Rev%201_32.gif" TargetMode="External"/><Relationship Id="rId20" Type="http://schemas.openxmlformats.org/officeDocument/2006/relationships/image" Target="media/image9.png"/><Relationship Id="rId41" Type="http://schemas.openxmlformats.org/officeDocument/2006/relationships/image" Target="images/Example3.6%20Rev%201_19.gif" TargetMode="External"/><Relationship Id="rId54" Type="http://schemas.openxmlformats.org/officeDocument/2006/relationships/image" Target="media/image26.png"/><Relationship Id="rId62" Type="http://schemas.openxmlformats.org/officeDocument/2006/relationships/image" Target="media/image30.png"/><Relationship Id="rId70" Type="http://schemas.openxmlformats.org/officeDocument/2006/relationships/image" Target="media/image34.png"/><Relationship Id="rId1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839</Words>
  <Characters>4785</Characters>
  <Application>Microsoft Office Outlook</Application>
  <DocSecurity>0</DocSecurity>
  <Lines>0</Lines>
  <Paragraphs>0</Paragraphs>
  <ScaleCrop>false</ScaleCrop>
  <Company>College of Engineering and Information Technology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3</dc:title>
  <dc:subject/>
  <dc:creator>knotts</dc:creator>
  <cp:keywords/>
  <dc:description/>
  <cp:lastModifiedBy>knotts</cp:lastModifiedBy>
  <cp:revision>2</cp:revision>
  <dcterms:created xsi:type="dcterms:W3CDTF">2008-06-25T15:14:00Z</dcterms:created>
  <dcterms:modified xsi:type="dcterms:W3CDTF">2008-06-25T15:14:00Z</dcterms:modified>
</cp:coreProperties>
</file>